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1184478C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923ED3">
        <w:rPr>
          <w:rFonts w:cs="Arial"/>
          <w:color w:val="000000"/>
          <w:sz w:val="22"/>
        </w:rPr>
        <w:t>02.10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</w:t>
      </w:r>
      <w:r w:rsidR="008A5A55">
        <w:rPr>
          <w:rFonts w:cs="Arial"/>
          <w:color w:val="000000"/>
          <w:sz w:val="22"/>
        </w:rPr>
        <w:t>5</w:t>
      </w:r>
      <w:r w:rsidR="00923ED3">
        <w:rPr>
          <w:rFonts w:cs="Arial"/>
          <w:color w:val="000000"/>
          <w:sz w:val="22"/>
        </w:rPr>
        <w:t>64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188E0DFB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923ED3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7A60FC31" w:rsidR="000505BA" w:rsidRPr="000B2E35" w:rsidRDefault="00923ED3" w:rsidP="00923ED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923ED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LC4158 „Rukkiaia, Kasteheina ja Mäekuninga kinnistute liitumine madalpingel, </w:t>
            </w:r>
            <w:proofErr w:type="spellStart"/>
            <w:r w:rsidRPr="00923ED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Eisma</w:t>
            </w:r>
            <w:proofErr w:type="spellEnd"/>
            <w:r w:rsidRPr="00923ED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küla, Haljala vald, Lääne-Viru 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maakond</w:t>
            </w:r>
            <w:r w:rsidR="008A5A55" w:rsidRPr="008A5A5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“.  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57F3EC" w14:textId="20D4CEC6" w:rsidR="008A5A55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85640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Keio</w:t>
            </w:r>
            <w:r w:rsidR="00923ED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Altoja</w:t>
            </w:r>
          </w:p>
          <w:p w14:paraId="293EFB39" w14:textId="2B1F3522" w:rsidR="000505BA" w:rsidRPr="000B2E35" w:rsidRDefault="00923ED3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10484DCB" w:rsidR="000505BA" w:rsidRPr="000B2E35" w:rsidRDefault="0085640C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5640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23.09.2025  nr 7.1-2/25/14589-2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6E62E737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923ED3">
              <w:rPr>
                <w:rFonts w:ascii="Times New Roman" w:hAnsi="Times New Roman"/>
                <w:b/>
                <w:lang w:val="et-EE"/>
              </w:rPr>
              <w:t xml:space="preserve">17169 </w:t>
            </w:r>
            <w:proofErr w:type="spellStart"/>
            <w:r w:rsidR="00923ED3">
              <w:rPr>
                <w:rFonts w:ascii="Times New Roman" w:hAnsi="Times New Roman"/>
                <w:b/>
                <w:lang w:val="et-EE"/>
              </w:rPr>
              <w:t>Eisma</w:t>
            </w:r>
            <w:proofErr w:type="spellEnd"/>
            <w:r w:rsidR="00923ED3">
              <w:rPr>
                <w:rFonts w:ascii="Times New Roman" w:hAnsi="Times New Roman"/>
                <w:b/>
                <w:lang w:val="et-EE"/>
              </w:rPr>
              <w:t>-Kandle</w:t>
            </w:r>
            <w:r w:rsidR="00691B39" w:rsidRPr="00691B39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23EB4CF7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923ED3">
              <w:rPr>
                <w:rFonts w:ascii="Times New Roman" w:hAnsi="Times New Roman"/>
                <w:bCs/>
                <w:lang w:val="et-EE"/>
              </w:rPr>
              <w:t>88703:002:2670</w:t>
            </w:r>
          </w:p>
          <w:p w14:paraId="17B972FB" w14:textId="14277321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923ED3">
              <w:rPr>
                <w:rFonts w:ascii="Times New Roman" w:hAnsi="Times New Roman"/>
                <w:bCs/>
                <w:lang w:val="et-EE"/>
              </w:rPr>
              <w:t>8721250</w:t>
            </w:r>
          </w:p>
          <w:p w14:paraId="621A3798" w14:textId="627AFC87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923ED3">
              <w:rPr>
                <w:rFonts w:ascii="Times New Roman" w:hAnsi="Times New Roman"/>
                <w:bCs/>
                <w:lang w:val="et-EE"/>
              </w:rPr>
              <w:t xml:space="preserve">17169 </w:t>
            </w:r>
            <w:proofErr w:type="spellStart"/>
            <w:r w:rsidR="00923ED3">
              <w:rPr>
                <w:rFonts w:ascii="Times New Roman" w:hAnsi="Times New Roman"/>
                <w:bCs/>
                <w:lang w:val="et-EE"/>
              </w:rPr>
              <w:t>Eisma</w:t>
            </w:r>
            <w:proofErr w:type="spellEnd"/>
            <w:r w:rsidR="00923ED3">
              <w:rPr>
                <w:rFonts w:ascii="Times New Roman" w:hAnsi="Times New Roman"/>
                <w:bCs/>
                <w:lang w:val="et-EE"/>
              </w:rPr>
              <w:t>-Kandle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DA14518" w14:textId="489BF3C8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923ED3">
              <w:rPr>
                <w:rFonts w:ascii="Times New Roman" w:hAnsi="Times New Roman"/>
                <w:bCs/>
                <w:lang w:val="et-EE"/>
              </w:rPr>
              <w:t>74070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56AFBD10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</w:t>
            </w:r>
            <w:r w:rsidR="00923ED3">
              <w:rPr>
                <w:rFonts w:ascii="Times New Roman" w:hAnsi="Times New Roman"/>
                <w:bCs/>
                <w:lang w:val="et-EE"/>
              </w:rPr>
              <w:t>981396</w:t>
            </w:r>
          </w:p>
          <w:p w14:paraId="1255E221" w14:textId="1063304C" w:rsidR="003D28C5" w:rsidRDefault="00923ED3" w:rsidP="003D28C5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2B3629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https://pari.kataster.ee/magic-link/8da939ba-3812-4a22-b25a-a468f6585986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292C15E" w14:textId="77777777" w:rsidR="003D28C5" w:rsidRPr="000B2E35" w:rsidRDefault="003D28C5" w:rsidP="003D28C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270CAE03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86D" w14:textId="77777777" w:rsidR="00145098" w:rsidRDefault="00145098">
      <w:r>
        <w:separator/>
      </w:r>
    </w:p>
  </w:endnote>
  <w:endnote w:type="continuationSeparator" w:id="0">
    <w:p w14:paraId="0ED9C467" w14:textId="77777777" w:rsidR="00145098" w:rsidRDefault="00145098">
      <w:r>
        <w:continuationSeparator/>
      </w:r>
    </w:p>
  </w:endnote>
  <w:endnote w:type="continuationNotice" w:id="1">
    <w:p w14:paraId="4ACF4720" w14:textId="77777777" w:rsidR="00145098" w:rsidRDefault="0014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2F1B" w14:textId="77777777" w:rsidR="00145098" w:rsidRDefault="00145098">
      <w:r>
        <w:separator/>
      </w:r>
    </w:p>
  </w:footnote>
  <w:footnote w:type="continuationSeparator" w:id="0">
    <w:p w14:paraId="3833BB61" w14:textId="77777777" w:rsidR="00145098" w:rsidRDefault="00145098">
      <w:r>
        <w:continuationSeparator/>
      </w:r>
    </w:p>
  </w:footnote>
  <w:footnote w:type="continuationNotice" w:id="1">
    <w:p w14:paraId="5B841962" w14:textId="77777777" w:rsidR="00145098" w:rsidRDefault="001450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5640C"/>
    <w:rsid w:val="00860269"/>
    <w:rsid w:val="0086205E"/>
    <w:rsid w:val="008753E8"/>
    <w:rsid w:val="008759E3"/>
    <w:rsid w:val="00886F46"/>
    <w:rsid w:val="00896568"/>
    <w:rsid w:val="008A5A55"/>
    <w:rsid w:val="008B0407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23ED3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852F1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35A45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8da939ba-3812-4a22-b25a-a468f6585986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268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2025-10-02T11:29:00Z</dcterms:created>
  <dcterms:modified xsi:type="dcterms:W3CDTF">2025-10-02T11:29:00Z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